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3AA80575" w14:textId="77777777" w:rsidR="00DC2830" w:rsidRDefault="00DC2830" w:rsidP="000B2E35">
      <w:pPr>
        <w:spacing w:after="200"/>
        <w:jc w:val="both"/>
        <w:rPr>
          <w:rFonts w:ascii="Times New Roman" w:eastAsia="Calibri" w:hAnsi="Times New Roman"/>
          <w:lang w:val="et-EE"/>
        </w:rPr>
      </w:pPr>
      <w:bookmarkStart w:id="0" w:name="_Hlk159230922"/>
    </w:p>
    <w:p w14:paraId="0129B63C" w14:textId="45DCED79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>
        <w:rPr>
          <w:rFonts w:cs="Arial"/>
          <w:color w:val="000000"/>
          <w:sz w:val="22"/>
        </w:rPr>
        <w:t>11.04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C4762C">
        <w:rPr>
          <w:rFonts w:cs="Arial"/>
          <w:color w:val="000000"/>
          <w:sz w:val="22"/>
        </w:rPr>
        <w:t>1997</w:t>
      </w:r>
    </w:p>
    <w:p w14:paraId="3840C263" w14:textId="77777777" w:rsidR="00DF19FF" w:rsidRDefault="00DF19FF" w:rsidP="00DF19FF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aadress: andra.sokk@energia.ee </w:t>
            </w:r>
          </w:p>
          <w:p w14:paraId="75DC038B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3441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645FE4A6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EE47F0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investeering ja rekonstrueerimine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587937" w14:textId="1EC377AC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DF19F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LR</w:t>
            </w:r>
            <w:r w:rsidR="001918B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8673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„</w:t>
            </w:r>
            <w:proofErr w:type="spellStart"/>
            <w:r w:rsidR="001918B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Uhtna</w:t>
            </w:r>
            <w:proofErr w:type="spellEnd"/>
            <w:r w:rsidR="001918B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-kabala 20kV liini ehitamine ning </w:t>
            </w:r>
            <w:r w:rsidR="005572A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võrgupiirkonna ümberehitus Rakvere ja Vinni vald Lääne-Viru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 maakond“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AF8D9E3" w14:textId="0FA53EEF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5572A4">
              <w:rPr>
                <w:rFonts w:ascii="Calibri" w:eastAsia="Calibri" w:hAnsi="Calibri"/>
                <w:sz w:val="22"/>
                <w:szCs w:val="22"/>
                <w:lang w:val="et-EE"/>
              </w:rPr>
              <w:t>Ivo Rohula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Stromtec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0E7CF63C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5572A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01.12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.2023 nr 7.1-2/23/</w:t>
            </w:r>
            <w:r w:rsidR="005572A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18911-3</w:t>
            </w:r>
          </w:p>
        </w:tc>
      </w:tr>
      <w:tr w:rsidR="000B2E35" w:rsidRPr="000B2E35" w14:paraId="6FD7BA3E" w14:textId="77777777" w:rsidTr="00640C8E">
        <w:trPr>
          <w:trHeight w:val="312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4794B2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92024BD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12E49B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7CED044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41891FF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0985B7A" w14:textId="149DA46A" w:rsidR="000B2E35" w:rsidRPr="00F94DB4" w:rsidRDefault="000B2E35" w:rsidP="00E75115">
            <w:pPr>
              <w:numPr>
                <w:ilvl w:val="0"/>
                <w:numId w:val="8"/>
              </w:num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KOORMATAVA</w:t>
            </w:r>
            <w:r w:rsid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RIIGITEE ANDMED </w:t>
            </w:r>
          </w:p>
          <w:p w14:paraId="3FFA214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DB5EFB" w14:textId="2E5C0B8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Nimetus ja number: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Riigitee nr. 1</w:t>
            </w:r>
            <w:r w:rsidR="0066007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7119 Sõmeru-Kabala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tee</w:t>
            </w:r>
          </w:p>
        </w:tc>
      </w:tr>
      <w:tr w:rsidR="000B2E35" w:rsidRPr="000B2E35" w14:paraId="208D758F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0CE7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F6A207" w14:textId="77777777" w:rsid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66007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70201:001:2380</w:t>
            </w:r>
          </w:p>
          <w:p w14:paraId="19CE75E4" w14:textId="6D59230C" w:rsidR="009612E0" w:rsidRPr="000B2E35" w:rsidRDefault="009612E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Katastriüksuse nim</w:t>
            </w:r>
            <w:r w:rsid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057A8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17119 Sõmeru-Kabala tee</w:t>
            </w:r>
          </w:p>
        </w:tc>
      </w:tr>
      <w:tr w:rsidR="000B2E35" w:rsidRPr="000B2E35" w14:paraId="26771BB6" w14:textId="77777777" w:rsidTr="00640C8E">
        <w:trPr>
          <w:trHeight w:val="378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3BE98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13D0A4" w14:textId="5F97D9E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66007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11077950</w:t>
            </w:r>
          </w:p>
          <w:p w14:paraId="7438147E" w14:textId="58E10F9F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907E2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74554</w:t>
            </w:r>
          </w:p>
        </w:tc>
      </w:tr>
      <w:tr w:rsidR="000B2E35" w:rsidRPr="000B2E35" w14:paraId="183466C3" w14:textId="77777777" w:rsidTr="00640C8E">
        <w:trPr>
          <w:trHeight w:val="45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EB5C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804E2" w14:textId="77777777" w:rsidR="000B2E35" w:rsidRPr="0086202A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1: elektri maakaabelliini rajamiseks</w:t>
            </w:r>
          </w:p>
          <w:p w14:paraId="49F0317C" w14:textId="4079AB36" w:rsidR="000B2E35" w:rsidRPr="0086202A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Ruumikuju andmed: PARI ID </w:t>
            </w:r>
            <w:r w:rsidR="00CB41F4"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51764</w:t>
            </w:r>
          </w:p>
          <w:p w14:paraId="1EA744A8" w14:textId="77777777" w:rsidR="000B2E35" w:rsidRPr="000B2E35" w:rsidRDefault="000B2E35" w:rsidP="000B2E35">
            <w:pPr>
              <w:jc w:val="both"/>
              <w:rPr>
                <w:rFonts w:ascii="Calibri" w:eastAsia="Calibri" w:hAnsi="Calibri"/>
                <w:i/>
                <w:iCs/>
                <w:sz w:val="22"/>
                <w:szCs w:val="22"/>
                <w:lang w:val="et-EE"/>
              </w:rPr>
            </w:pPr>
          </w:p>
          <w:p w14:paraId="7A0BFECD" w14:textId="5C3C234E" w:rsidR="000B2E35" w:rsidRDefault="00EF7F44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hyperlink r:id="rId12" w:history="1">
              <w:r w:rsidRPr="003A2712">
                <w:rPr>
                  <w:rStyle w:val="Hyperlink"/>
                  <w:rFonts w:ascii="Calibri" w:eastAsia="Calibri" w:hAnsi="Calibri"/>
                  <w:sz w:val="22"/>
                  <w:szCs w:val="22"/>
                  <w:lang w:val="et-EE"/>
                </w:rPr>
                <w:t>https://pari.kataster.ee/magic-link/5f5b0292-dd10-4400-8a07-63fd70e32774</w:t>
              </w:r>
            </w:hyperlink>
          </w:p>
          <w:p w14:paraId="61E48E4F" w14:textId="38B07873" w:rsidR="00EF7F44" w:rsidRPr="000B2E35" w:rsidRDefault="00EF7F44" w:rsidP="000B2E35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</w:p>
        </w:tc>
      </w:tr>
      <w:tr w:rsidR="008250FC" w:rsidRPr="000B2E35" w14:paraId="139C4E75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A76CCE" w14:textId="23C5751B" w:rsidR="008250FC" w:rsidRPr="008250FC" w:rsidRDefault="008250FC" w:rsidP="008250FC">
            <w:pPr>
              <w:pStyle w:val="ListParagraph"/>
              <w:numPr>
                <w:ilvl w:val="0"/>
                <w:numId w:val="8"/>
              </w:numPr>
              <w:spacing w:after="200"/>
              <w:rPr>
                <w:rFonts w:ascii="Times New Roman" w:eastAsia="Calibri" w:hAnsi="Times New Roman"/>
                <w:bCs/>
              </w:rPr>
            </w:pPr>
            <w:r w:rsidRPr="008250FC">
              <w:rPr>
                <w:rFonts w:ascii="Times New Roman" w:eastAsia="Calibri" w:hAnsi="Times New Roman"/>
                <w:bCs/>
              </w:rPr>
              <w:t>KOORMATAVA RIIGITEE ANDMED</w:t>
            </w:r>
          </w:p>
          <w:p w14:paraId="4F4933F0" w14:textId="77777777" w:rsidR="008250FC" w:rsidRPr="000B2E35" w:rsidRDefault="008250FC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F4FFB8" w14:textId="1FA63B2E" w:rsidR="008250FC" w:rsidRDefault="008250FC" w:rsidP="008250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250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Nimetus ja number: Riigitee nr. 1</w:t>
            </w:r>
            <w:r w:rsidR="00C4044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Tallinn-Narva</w:t>
            </w:r>
            <w:r w:rsidRPr="008250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tee</w:t>
            </w:r>
          </w:p>
          <w:p w14:paraId="3702F802" w14:textId="7E4FFEDD" w:rsidR="008250FC" w:rsidRDefault="008250FC" w:rsidP="008250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250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C4044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77002:003:0700</w:t>
            </w:r>
          </w:p>
          <w:p w14:paraId="37DE3722" w14:textId="776C1420" w:rsidR="006C4838" w:rsidRDefault="006C4838" w:rsidP="008250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Katastriüksuse nim</w:t>
            </w:r>
            <w:r w:rsid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9612E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 Tallinn-Narva tee</w:t>
            </w:r>
          </w:p>
          <w:p w14:paraId="4FB13460" w14:textId="77777777" w:rsidR="00640C8E" w:rsidRPr="008250FC" w:rsidRDefault="00640C8E" w:rsidP="008250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07F1271E" w14:textId="659A2F73" w:rsidR="008250FC" w:rsidRDefault="008250FC" w:rsidP="008250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250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C4044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8029450</w:t>
            </w:r>
          </w:p>
          <w:p w14:paraId="49765AD4" w14:textId="16E2E790" w:rsidR="008250FC" w:rsidRDefault="008250FC" w:rsidP="008250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250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CE24E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73098</w:t>
            </w:r>
          </w:p>
          <w:p w14:paraId="368F67BD" w14:textId="77777777" w:rsidR="00640C8E" w:rsidRPr="008250FC" w:rsidRDefault="00640C8E" w:rsidP="008250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5C8741F1" w14:textId="35F60024" w:rsidR="008250FC" w:rsidRPr="008250FC" w:rsidRDefault="008250FC" w:rsidP="008250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250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POS </w:t>
            </w:r>
            <w:r w:rsidR="00B331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1 ja </w:t>
            </w:r>
            <w:r w:rsidR="007468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</w:t>
            </w:r>
            <w:r w:rsidRPr="008250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elektri maakaabelliini rajamiseks</w:t>
            </w:r>
          </w:p>
          <w:p w14:paraId="4BF9ACF7" w14:textId="0C8D72DA" w:rsidR="008250FC" w:rsidRPr="008250FC" w:rsidRDefault="008250FC" w:rsidP="008250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250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Ruumikuju andmed: PARI ID 51</w:t>
            </w:r>
            <w:r w:rsidR="00C4044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775</w:t>
            </w:r>
          </w:p>
          <w:p w14:paraId="6CE70FD4" w14:textId="6F665F59" w:rsidR="008250FC" w:rsidRDefault="001E324A" w:rsidP="000B2E35">
            <w:pPr>
              <w:jc w:val="both"/>
              <w:rPr>
                <w:rFonts w:ascii="Times New Roman" w:eastAsia="Calibri" w:hAnsi="Times New Roman"/>
                <w:i/>
                <w:iCs/>
                <w:sz w:val="22"/>
                <w:szCs w:val="22"/>
                <w:u w:val="single"/>
                <w:lang w:val="et-EE"/>
              </w:rPr>
            </w:pPr>
            <w:hyperlink r:id="rId13" w:history="1">
              <w:r w:rsidRPr="003A2712">
                <w:rPr>
                  <w:rStyle w:val="Hyperlink"/>
                  <w:rFonts w:ascii="Times New Roman" w:eastAsia="Calibri" w:hAnsi="Times New Roman"/>
                  <w:i/>
                  <w:iCs/>
                  <w:sz w:val="22"/>
                  <w:szCs w:val="22"/>
                  <w:lang w:val="et-EE"/>
                </w:rPr>
                <w:t>https://pari.kataster.ee/magic-link/66a95329-9f8e-4cd4-bc32-917ff27a78dd</w:t>
              </w:r>
            </w:hyperlink>
          </w:p>
          <w:p w14:paraId="465A5C86" w14:textId="31CDB503" w:rsidR="001E324A" w:rsidRPr="000B2E35" w:rsidRDefault="001E324A" w:rsidP="000B2E35">
            <w:pPr>
              <w:jc w:val="both"/>
              <w:rPr>
                <w:rFonts w:ascii="Times New Roman" w:eastAsia="Calibri" w:hAnsi="Times New Roman"/>
                <w:i/>
                <w:iCs/>
                <w:sz w:val="22"/>
                <w:szCs w:val="22"/>
                <w:u w:val="single"/>
                <w:lang w:val="et-EE"/>
              </w:rPr>
            </w:pPr>
          </w:p>
        </w:tc>
      </w:tr>
      <w:tr w:rsidR="00640C8E" w:rsidRPr="000B2E35" w14:paraId="18A8B95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96E76E" w14:textId="193B9D34" w:rsidR="000908E8" w:rsidRPr="000903E8" w:rsidRDefault="000908E8" w:rsidP="000903E8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/>
                <w:bCs/>
              </w:rPr>
            </w:pPr>
            <w:r w:rsidRPr="000903E8">
              <w:rPr>
                <w:rFonts w:ascii="Times New Roman" w:eastAsia="Calibri" w:hAnsi="Times New Roman"/>
                <w:bCs/>
              </w:rPr>
              <w:lastRenderedPageBreak/>
              <w:t>KOORMATAVA RIIGITEE ANDMED</w:t>
            </w:r>
          </w:p>
          <w:p w14:paraId="5A7FF234" w14:textId="77777777" w:rsidR="00640C8E" w:rsidRPr="008250FC" w:rsidRDefault="00640C8E" w:rsidP="000908E8">
            <w:pPr>
              <w:pStyle w:val="ListParagraph"/>
              <w:spacing w:after="200"/>
              <w:ind w:firstLine="0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69D3FE" w14:textId="33B1FE55" w:rsidR="000903E8" w:rsidRPr="000903E8" w:rsidRDefault="000903E8" w:rsidP="000903E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Nimetus ja number: Riigitee nr. </w:t>
            </w:r>
            <w:r w:rsidR="00251F8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17157 Kunda</w:t>
            </w:r>
            <w:r w:rsidR="007A21F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m</w:t>
            </w:r>
            <w:r w:rsidR="00251F8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õis</w:t>
            </w:r>
            <w:r w:rsidR="007A21F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 w:rsidR="00251F8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proofErr w:type="spellStart"/>
            <w:r w:rsidR="00F669D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Sämi</w:t>
            </w:r>
            <w:proofErr w:type="spellEnd"/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tee</w:t>
            </w:r>
          </w:p>
          <w:p w14:paraId="77D903CE" w14:textId="73F920CF" w:rsidR="000903E8" w:rsidRDefault="000903E8" w:rsidP="000903E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Katastritunnus: 77002:00</w:t>
            </w:r>
            <w:r w:rsidR="00F669D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F669D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2220</w:t>
            </w:r>
          </w:p>
          <w:p w14:paraId="3EAE2B28" w14:textId="620CF3BD" w:rsidR="007A21F0" w:rsidRPr="000903E8" w:rsidRDefault="007A21F0" w:rsidP="000903E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Katastriüksuse ni</w:t>
            </w:r>
            <w:r w:rsidR="00D266E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</w:t>
            </w:r>
            <w:r w:rsid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</w:t>
            </w:r>
            <w:r w:rsidR="00D266E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17157 Kunda mõis-</w:t>
            </w:r>
            <w:proofErr w:type="spellStart"/>
            <w:r w:rsidR="00D266E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Sämi</w:t>
            </w:r>
            <w:proofErr w:type="spellEnd"/>
            <w:r w:rsidR="00D266E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tee</w:t>
            </w:r>
          </w:p>
          <w:p w14:paraId="5B73F13E" w14:textId="77777777" w:rsidR="000903E8" w:rsidRPr="000903E8" w:rsidRDefault="000903E8" w:rsidP="000903E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09FAB7A9" w14:textId="573A1164" w:rsidR="000903E8" w:rsidRPr="000903E8" w:rsidRDefault="000903E8" w:rsidP="000903E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F669D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8575450</w:t>
            </w:r>
          </w:p>
          <w:p w14:paraId="1C00A3C9" w14:textId="1D2575FF" w:rsidR="00640C8E" w:rsidRDefault="000903E8" w:rsidP="000903E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F669D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74375</w:t>
            </w:r>
          </w:p>
          <w:p w14:paraId="0FEEA3D2" w14:textId="1F6D2E9A" w:rsidR="000903E8" w:rsidRPr="000903E8" w:rsidRDefault="000903E8" w:rsidP="000903E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POS </w:t>
            </w:r>
            <w:r w:rsidR="00B331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elektri maakaabelliini rajamiseks</w:t>
            </w:r>
          </w:p>
          <w:p w14:paraId="510F6024" w14:textId="3BB6460F" w:rsidR="000903E8" w:rsidRPr="000903E8" w:rsidRDefault="000903E8" w:rsidP="000903E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Ruumikuju andmed: PARI ID 517</w:t>
            </w:r>
            <w:r w:rsidR="001A0C3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80</w:t>
            </w:r>
          </w:p>
          <w:p w14:paraId="6B5CE902" w14:textId="723610CD" w:rsidR="000903E8" w:rsidRDefault="00454AD8" w:rsidP="000903E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4" w:history="1">
              <w:r w:rsidRPr="003A2712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https://pari.kataster.ee/magic-link/a3c12a62-8ec5-4328-b707-ad832b21d1b3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  <w:p w14:paraId="797BACFF" w14:textId="72648397" w:rsidR="000903E8" w:rsidRPr="008250FC" w:rsidRDefault="000903E8" w:rsidP="000903E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973871" w:rsidRPr="000B2E35" w14:paraId="72AC9551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E930B2" w14:textId="43EF64C8" w:rsidR="00973871" w:rsidRPr="00973871" w:rsidRDefault="00973871" w:rsidP="0097387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/>
                <w:bCs/>
              </w:rPr>
            </w:pPr>
            <w:r w:rsidRPr="00973871">
              <w:rPr>
                <w:rFonts w:ascii="Times New Roman" w:eastAsia="Calibri" w:hAnsi="Times New Roman"/>
                <w:bCs/>
              </w:rPr>
              <w:t>KOORMATAVA RIIGITEE ANDMED</w:t>
            </w:r>
          </w:p>
          <w:p w14:paraId="17E098FF" w14:textId="77777777" w:rsidR="00973871" w:rsidRDefault="00973871" w:rsidP="00973871">
            <w:pPr>
              <w:pStyle w:val="ListParagraph"/>
              <w:ind w:firstLine="0"/>
              <w:rPr>
                <w:rFonts w:ascii="Times New Roman" w:eastAsia="Calibri" w:hAnsi="Times New Roman"/>
                <w:bCs/>
              </w:rPr>
            </w:pPr>
          </w:p>
          <w:p w14:paraId="304EBF9E" w14:textId="77777777" w:rsidR="00973871" w:rsidRPr="000903E8" w:rsidRDefault="00973871" w:rsidP="00973871">
            <w:pPr>
              <w:pStyle w:val="ListParagraph"/>
              <w:ind w:firstLine="0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F71563" w14:textId="352F345B" w:rsidR="00973871" w:rsidRPr="00FE6E29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E6E2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Nimetus ja number: Riigitee nr. </w:t>
            </w:r>
            <w:r w:rsidR="00156A2F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17120</w:t>
            </w:r>
            <w:r w:rsidRPr="00FE6E2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</w:t>
            </w:r>
            <w:proofErr w:type="spellStart"/>
            <w:r w:rsidR="00156A2F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Sämi</w:t>
            </w:r>
            <w:proofErr w:type="spellEnd"/>
            <w:r w:rsidR="00156A2F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-Sonda-Kiviõli</w:t>
            </w:r>
            <w:r w:rsidRPr="00FE6E2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tee</w:t>
            </w:r>
          </w:p>
          <w:p w14:paraId="3FF3EDDC" w14:textId="77777777" w:rsidR="00897B9A" w:rsidRDefault="00897B9A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44FC6BEE" w14:textId="4DDD5ADF" w:rsidR="00973871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156A2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70201:001:0237</w:t>
            </w:r>
          </w:p>
          <w:p w14:paraId="5FD483CB" w14:textId="5D71C775" w:rsidR="00BF064F" w:rsidRPr="000903E8" w:rsidRDefault="00BF064F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Katastriüksuse nimi: 17120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Sämi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-Sonda-Kiviõli tee</w:t>
            </w:r>
          </w:p>
          <w:p w14:paraId="06DEB0E9" w14:textId="4696B287" w:rsidR="00973871" w:rsidRPr="000903E8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156A2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4800031</w:t>
            </w:r>
          </w:p>
          <w:p w14:paraId="283592EB" w14:textId="57E5F20C" w:rsidR="00973871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EE4B0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23740</w:t>
            </w:r>
          </w:p>
          <w:p w14:paraId="2A5204A9" w14:textId="77777777" w:rsidR="00973871" w:rsidRPr="000903E8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POS 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elektri maakaabelliini rajamiseks</w:t>
            </w:r>
          </w:p>
          <w:p w14:paraId="27897F38" w14:textId="3FE38873" w:rsidR="00973871" w:rsidRPr="000903E8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03E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Ruumikuju andmed: PARI ID 517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</w:t>
            </w:r>
            <w:r w:rsidR="00674CE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</w:t>
            </w:r>
          </w:p>
          <w:p w14:paraId="5819D927" w14:textId="5A3E4417" w:rsidR="00973871" w:rsidRPr="000903E8" w:rsidRDefault="00674CE7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5" w:history="1">
              <w:r w:rsidRPr="003C6FBC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https://pari.kataster.ee/magic-link/4841fcb2-8a26-48e1-b144-bbba09d953b9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5F4CAF" w:rsidRPr="000B2E35" w14:paraId="3239280D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6B8CE6" w14:textId="03F61DEF" w:rsidR="00156A2F" w:rsidRPr="000903E8" w:rsidRDefault="00156A2F" w:rsidP="00156A2F">
            <w:pPr>
              <w:pStyle w:val="ListParagraph"/>
              <w:numPr>
                <w:ilvl w:val="1"/>
                <w:numId w:val="16"/>
              </w:numPr>
              <w:rPr>
                <w:rFonts w:ascii="Times New Roman" w:eastAsia="Calibri" w:hAnsi="Times New Roman"/>
                <w:bCs/>
              </w:rPr>
            </w:pPr>
            <w:r w:rsidRPr="000903E8">
              <w:rPr>
                <w:rFonts w:ascii="Times New Roman" w:eastAsia="Calibri" w:hAnsi="Times New Roman"/>
                <w:bCs/>
              </w:rPr>
              <w:t>KOORMATAVA RIIGITEE ANDMED</w:t>
            </w:r>
          </w:p>
          <w:p w14:paraId="5B88ED2F" w14:textId="41FF5BA4" w:rsidR="005F4CAF" w:rsidRPr="00973871" w:rsidRDefault="005F4CAF" w:rsidP="005F4CAF">
            <w:pPr>
              <w:pStyle w:val="ListParagraph"/>
              <w:ind w:firstLine="0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E6FFB4" w14:textId="18B5DEEB" w:rsidR="00FE6E29" w:rsidRDefault="00FE6E29" w:rsidP="00FE6E2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FE6E2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E73B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90101:001:0559</w:t>
            </w:r>
          </w:p>
          <w:p w14:paraId="0763DBF1" w14:textId="0EFE8BB4" w:rsidR="00BF064F" w:rsidRDefault="00BF064F" w:rsidP="00FE6E2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Katastriüksuse nimi: 17120 </w:t>
            </w:r>
            <w:proofErr w:type="spellStart"/>
            <w:r w:rsidRP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Sämi</w:t>
            </w:r>
            <w:proofErr w:type="spellEnd"/>
            <w:r w:rsidRP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-Sonda-Kiviõli tee</w:t>
            </w:r>
          </w:p>
          <w:p w14:paraId="3317902F" w14:textId="0337138A" w:rsidR="00FE6E29" w:rsidRPr="00FE6E29" w:rsidRDefault="00FE6E29" w:rsidP="00FE6E2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FE6E2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E73B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18085650</w:t>
            </w:r>
          </w:p>
          <w:p w14:paraId="2A032B40" w14:textId="1432D4DD" w:rsidR="00FE6E29" w:rsidRPr="00FE6E29" w:rsidRDefault="00FE6E29" w:rsidP="00FE6E2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FE6E2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E73B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87</w:t>
            </w:r>
            <w:r w:rsidR="005E210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219</w:t>
            </w:r>
          </w:p>
          <w:p w14:paraId="569EF75D" w14:textId="6EF997AF" w:rsidR="00FE6E29" w:rsidRPr="00FE6E29" w:rsidRDefault="00FE6E29" w:rsidP="00FE6E2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FE6E2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</w:t>
            </w:r>
            <w:r w:rsidR="005E210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ja 2 </w:t>
            </w:r>
            <w:r w:rsidRPr="00FE6E2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elektri maakaabelliini rajamiseks</w:t>
            </w:r>
          </w:p>
          <w:p w14:paraId="2B847EB5" w14:textId="528F4100" w:rsidR="00FE6E29" w:rsidRPr="00FE6E29" w:rsidRDefault="00FE6E29" w:rsidP="00FE6E2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FE6E2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Ruumikuju andmed: PARI ID 5178</w:t>
            </w:r>
            <w:r w:rsidR="00131D0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6</w:t>
            </w:r>
          </w:p>
          <w:p w14:paraId="2F001BD9" w14:textId="5EE65ABD" w:rsidR="00131D0A" w:rsidRPr="000903E8" w:rsidRDefault="00D453AE" w:rsidP="00FE6E2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6" w:history="1">
              <w:r w:rsidRPr="003C6FBC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https://pari.kataster.ee/magic-link/ec61e1bd-4dc9-4b18-b107-2fb687b016d7</w:t>
              </w:r>
            </w:hyperlink>
          </w:p>
        </w:tc>
      </w:tr>
      <w:tr w:rsidR="00897B9A" w:rsidRPr="000B2E35" w14:paraId="1274B4C1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ECD320" w14:textId="4F0765A5" w:rsidR="005A75B8" w:rsidRPr="00D31BD2" w:rsidRDefault="005A75B8" w:rsidP="005A75B8">
            <w:pPr>
              <w:ind w:left="502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D31BD2">
              <w:rPr>
                <w:rFonts w:ascii="Times New Roman" w:eastAsia="Calibri" w:hAnsi="Times New Roman"/>
                <w:bCs/>
                <w:sz w:val="22"/>
                <w:szCs w:val="22"/>
              </w:rPr>
              <w:t>4.2.</w:t>
            </w:r>
            <w:r w:rsidRPr="00D31BD2">
              <w:rPr>
                <w:rFonts w:ascii="Times New Roman" w:eastAsia="Calibri" w:hAnsi="Times New Roman"/>
                <w:bCs/>
                <w:sz w:val="22"/>
                <w:szCs w:val="22"/>
              </w:rPr>
              <w:t>KOORMATAVA RIIGITEE ANDMED</w:t>
            </w:r>
          </w:p>
          <w:p w14:paraId="685F7864" w14:textId="57BE64EE" w:rsidR="00897B9A" w:rsidRPr="000903E8" w:rsidRDefault="00897B9A" w:rsidP="005015D7">
            <w:pPr>
              <w:pStyle w:val="ListParagraph"/>
              <w:ind w:left="360" w:firstLine="0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320811" w14:textId="71AA3961" w:rsidR="00897B9A" w:rsidRDefault="00897B9A" w:rsidP="00897B9A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97B9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F35DA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70201:001:0206</w:t>
            </w:r>
          </w:p>
          <w:p w14:paraId="5C001062" w14:textId="14D590AA" w:rsidR="004455FC" w:rsidRPr="00897B9A" w:rsidRDefault="004455FC" w:rsidP="00897B9A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Katastriüksuse nimi: 17120 </w:t>
            </w:r>
            <w:proofErr w:type="spellStart"/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Sämi</w:t>
            </w:r>
            <w:proofErr w:type="spellEnd"/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-Sonda-Kiviõli tee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L1</w:t>
            </w:r>
          </w:p>
          <w:p w14:paraId="326C6DB6" w14:textId="5A14398E" w:rsidR="00897B9A" w:rsidRPr="00897B9A" w:rsidRDefault="00897B9A" w:rsidP="00897B9A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97B9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B521C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469</w:t>
            </w:r>
            <w:r w:rsidR="00CC544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6831</w:t>
            </w:r>
          </w:p>
          <w:p w14:paraId="04B9AA93" w14:textId="42786099" w:rsidR="00897B9A" w:rsidRPr="00897B9A" w:rsidRDefault="00897B9A" w:rsidP="00897B9A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97B9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BC62D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21975</w:t>
            </w:r>
          </w:p>
          <w:p w14:paraId="61D17981" w14:textId="50F57766" w:rsidR="00897B9A" w:rsidRPr="00897B9A" w:rsidRDefault="00897B9A" w:rsidP="00897B9A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97B9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 : elektri maakaabelliini rajamiseks</w:t>
            </w:r>
          </w:p>
          <w:p w14:paraId="3C2F3B3B" w14:textId="1BA66407" w:rsidR="00897B9A" w:rsidRPr="00897B9A" w:rsidRDefault="00897B9A" w:rsidP="00897B9A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97B9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Ruumikuju andmed: PARI ID 517</w:t>
            </w:r>
            <w:r w:rsidR="005A75B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97</w:t>
            </w:r>
          </w:p>
          <w:p w14:paraId="319A95E1" w14:textId="3009B221" w:rsidR="00897B9A" w:rsidRPr="00FE6E29" w:rsidRDefault="00482DEA" w:rsidP="00897B9A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7" w:history="1">
              <w:r w:rsidRPr="003C6FBC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https://pari.kataster.ee/magic-link/0ff9b905-01ca-475f-a124-8c4d2f94e0fe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5A75B8" w:rsidRPr="000B2E35" w14:paraId="44DC7C73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3C4471" w14:textId="6B36D770" w:rsidR="00D31BD2" w:rsidRPr="00D31BD2" w:rsidRDefault="00D31BD2" w:rsidP="00D31BD2">
            <w:pPr>
              <w:ind w:left="502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D31BD2">
              <w:rPr>
                <w:rFonts w:ascii="Times New Roman" w:eastAsia="Calibri" w:hAnsi="Times New Roman"/>
                <w:bCs/>
                <w:sz w:val="22"/>
                <w:szCs w:val="22"/>
              </w:rPr>
              <w:t>4.</w:t>
            </w:r>
            <w:r>
              <w:rPr>
                <w:rFonts w:ascii="Times New Roman" w:eastAsia="Calibri" w:hAnsi="Times New Roman"/>
                <w:bCs/>
                <w:sz w:val="22"/>
                <w:szCs w:val="22"/>
              </w:rPr>
              <w:t xml:space="preserve">3 </w:t>
            </w:r>
            <w:r w:rsidRPr="00D31BD2">
              <w:rPr>
                <w:rFonts w:ascii="Times New Roman" w:eastAsia="Calibri" w:hAnsi="Times New Roman"/>
                <w:bCs/>
                <w:sz w:val="22"/>
                <w:szCs w:val="22"/>
              </w:rPr>
              <w:t>KOORMATAVA RIIGITEE ANDMED</w:t>
            </w:r>
          </w:p>
          <w:p w14:paraId="1EB38DE2" w14:textId="77777777" w:rsidR="005A75B8" w:rsidRDefault="005A75B8" w:rsidP="002569F2">
            <w:pPr>
              <w:pStyle w:val="ListParagraph"/>
              <w:ind w:left="502" w:firstLine="0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F4C0FD" w14:textId="14530260" w:rsidR="00D31BD2" w:rsidRDefault="00D31BD2" w:rsidP="00D31BD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31BD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Katastritunnus: 70201:001:02</w:t>
            </w:r>
            <w:r w:rsidR="0088728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08</w:t>
            </w:r>
          </w:p>
          <w:p w14:paraId="32B91B88" w14:textId="406A4CB6" w:rsidR="00FA6F52" w:rsidRPr="00D31BD2" w:rsidRDefault="00FA6F52" w:rsidP="00D31BD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Katastriüksuse nimi: 17120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Sämi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-Sonda-Kiviõli tee L4</w:t>
            </w:r>
          </w:p>
          <w:p w14:paraId="239C6C73" w14:textId="77777777" w:rsidR="00D31BD2" w:rsidRPr="00D31BD2" w:rsidRDefault="00D31BD2" w:rsidP="00D31BD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31BD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number:4696831</w:t>
            </w:r>
          </w:p>
          <w:p w14:paraId="42F936A4" w14:textId="05777E2B" w:rsidR="00D31BD2" w:rsidRPr="00D31BD2" w:rsidRDefault="00D31BD2" w:rsidP="00D31BD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31BD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KV21</w:t>
            </w:r>
            <w:r w:rsidR="0017684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970</w:t>
            </w:r>
          </w:p>
          <w:p w14:paraId="6DB21AA0" w14:textId="77777777" w:rsidR="00D31BD2" w:rsidRPr="00D31BD2" w:rsidRDefault="00D31BD2" w:rsidP="00D31BD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31BD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 : elektri maakaabelliini rajamiseks</w:t>
            </w:r>
          </w:p>
          <w:p w14:paraId="64B45F4A" w14:textId="4A594856" w:rsidR="00D31BD2" w:rsidRPr="00D31BD2" w:rsidRDefault="00D31BD2" w:rsidP="00D31BD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31BD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Ruumikuju andmed: PARI ID 51</w:t>
            </w:r>
            <w:r w:rsidR="0017684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800</w:t>
            </w:r>
          </w:p>
          <w:p w14:paraId="6956E001" w14:textId="018F0FA8" w:rsidR="005A75B8" w:rsidRPr="00897B9A" w:rsidRDefault="0017684B" w:rsidP="00D31BD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8" w:history="1">
              <w:r w:rsidRPr="003C6FBC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https://pari.kataster.ee/magic-link/941cf6f8-832a-4ecf-9812-60c89ebbfaf5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4455FC" w:rsidRPr="000B2E35" w14:paraId="61F7957F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88B4D8" w14:textId="2137B5F3" w:rsidR="004455FC" w:rsidRPr="004455FC" w:rsidRDefault="004455FC" w:rsidP="004455FC">
            <w:pPr>
              <w:ind w:left="502"/>
              <w:rPr>
                <w:rFonts w:ascii="Times New Roman" w:eastAsia="Calibri" w:hAnsi="Times New Roman"/>
                <w:bCs/>
                <w:sz w:val="22"/>
                <w:szCs w:val="22"/>
              </w:rPr>
            </w:pPr>
            <w:r w:rsidRPr="004455FC">
              <w:rPr>
                <w:rFonts w:ascii="Times New Roman" w:eastAsia="Calibri" w:hAnsi="Times New Roman"/>
                <w:bCs/>
                <w:sz w:val="22"/>
                <w:szCs w:val="22"/>
              </w:rPr>
              <w:lastRenderedPageBreak/>
              <w:t>4.</w:t>
            </w:r>
            <w:r>
              <w:rPr>
                <w:rFonts w:ascii="Times New Roman" w:eastAsia="Calibri" w:hAnsi="Times New Roman"/>
                <w:bCs/>
                <w:sz w:val="22"/>
                <w:szCs w:val="22"/>
              </w:rPr>
              <w:t>4</w:t>
            </w:r>
            <w:r w:rsidRPr="004455FC">
              <w:rPr>
                <w:rFonts w:ascii="Times New Roman" w:eastAsia="Calibri" w:hAnsi="Times New Roman"/>
                <w:bCs/>
                <w:sz w:val="22"/>
                <w:szCs w:val="22"/>
              </w:rPr>
              <w:t xml:space="preserve"> KOORMATAVA RIIGITEE ANDMED</w:t>
            </w:r>
          </w:p>
          <w:p w14:paraId="67345DC6" w14:textId="77777777" w:rsidR="004455FC" w:rsidRPr="00D31BD2" w:rsidRDefault="004455FC" w:rsidP="00D31BD2">
            <w:pPr>
              <w:ind w:left="502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AAC72D" w14:textId="178E6974" w:rsidR="004455FC" w:rsidRPr="004455FC" w:rsidRDefault="004455FC" w:rsidP="004455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Katastritunnus: 70201:001: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2400</w:t>
            </w:r>
          </w:p>
          <w:p w14:paraId="41A7F625" w14:textId="67BBD797" w:rsidR="004455FC" w:rsidRPr="004455FC" w:rsidRDefault="004455FC" w:rsidP="004455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Katastriüksuse nimi: 17120 </w:t>
            </w:r>
            <w:proofErr w:type="spellStart"/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Sämi</w:t>
            </w:r>
            <w:proofErr w:type="spellEnd"/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-Sonda-Kiviõli tee </w:t>
            </w:r>
          </w:p>
          <w:p w14:paraId="639AB963" w14:textId="281FD4FA" w:rsidR="004455FC" w:rsidRPr="004455FC" w:rsidRDefault="004455FC" w:rsidP="004455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7409750</w:t>
            </w:r>
          </w:p>
          <w:p w14:paraId="41C703E6" w14:textId="644535CD" w:rsidR="004455FC" w:rsidRPr="004455FC" w:rsidRDefault="004455FC" w:rsidP="004455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FA588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7918</w:t>
            </w:r>
          </w:p>
          <w:p w14:paraId="0AED6ED7" w14:textId="1F37A62C" w:rsidR="004455FC" w:rsidRPr="004455FC" w:rsidRDefault="004455FC" w:rsidP="004455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</w:t>
            </w:r>
            <w:r w:rsidR="007E637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,2,3,4</w:t>
            </w:r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: elektri maakaabelliini rajamiseks</w:t>
            </w:r>
          </w:p>
          <w:p w14:paraId="51C1F13E" w14:textId="03A04E95" w:rsidR="004455FC" w:rsidRPr="004455FC" w:rsidRDefault="004455FC" w:rsidP="004455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455F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Ruumikuju andmed: PARI ID 5180</w:t>
            </w:r>
            <w:r w:rsidR="007E637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</w:t>
            </w:r>
          </w:p>
          <w:p w14:paraId="5EFE6F10" w14:textId="224D0966" w:rsidR="004455FC" w:rsidRPr="00D31BD2" w:rsidRDefault="007E637D" w:rsidP="004455F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9" w:history="1">
              <w:r w:rsidRPr="003C6FBC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https://pari.kataster.ee/magic-link/336e3cee-f5aa-4f5d-a019-4da741c27f38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973871" w:rsidRPr="000B2E35" w14:paraId="4C3B237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6F632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2FAE35" w14:textId="731DBC6B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973871" w:rsidRPr="000B2E35" w14:paraId="3957A1E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386812FC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(Plaanid peavad vastama Transpordiameti kodulehel lisatud juhendile ja Transpordiameti kooskõlastusele).</w:t>
            </w:r>
          </w:p>
        </w:tc>
      </w:tr>
    </w:tbl>
    <w:bookmarkEnd w:id="0"/>
    <w:p w14:paraId="3F651855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24635D68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1303212C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Elektrilevi OÜ volitatud esindaja</w:t>
      </w:r>
    </w:p>
    <w:p w14:paraId="7A1C45E9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proofErr w:type="spellStart"/>
      <w:r w:rsidRPr="000B2E35">
        <w:rPr>
          <w:rFonts w:ascii="Times New Roman" w:eastAsia="Calibri" w:hAnsi="Times New Roman"/>
          <w:sz w:val="22"/>
          <w:szCs w:val="22"/>
          <w:lang w:val="et-EE"/>
        </w:rPr>
        <w:t>Ulvi.Mannama@elektrilevi.ee,tel</w:t>
      </w:r>
      <w:proofErr w:type="spellEnd"/>
      <w:r w:rsidRPr="000B2E35">
        <w:rPr>
          <w:rFonts w:ascii="Times New Roman" w:eastAsia="Calibri" w:hAnsi="Times New Roman"/>
          <w:sz w:val="22"/>
          <w:szCs w:val="22"/>
          <w:lang w:val="et-EE"/>
        </w:rPr>
        <w:t>. 5165903</w:t>
      </w:r>
    </w:p>
    <w:p w14:paraId="7E312A4E" w14:textId="77777777" w:rsidR="00077D32" w:rsidRPr="00742C52" w:rsidRDefault="00077D32" w:rsidP="000B2E35">
      <w:pPr>
        <w:rPr>
          <w:sz w:val="22"/>
          <w:szCs w:val="22"/>
        </w:rPr>
      </w:pPr>
    </w:p>
    <w:sectPr w:rsidR="00077D32" w:rsidRPr="00742C52" w:rsidSect="007A5E5F">
      <w:headerReference w:type="first" r:id="rId20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729DE" w14:textId="77777777" w:rsidR="007A5E5F" w:rsidRDefault="007A5E5F">
      <w:r>
        <w:separator/>
      </w:r>
    </w:p>
  </w:endnote>
  <w:endnote w:type="continuationSeparator" w:id="0">
    <w:p w14:paraId="2A2705A3" w14:textId="77777777" w:rsidR="007A5E5F" w:rsidRDefault="007A5E5F">
      <w:r>
        <w:continuationSeparator/>
      </w:r>
    </w:p>
  </w:endnote>
  <w:endnote w:type="continuationNotice" w:id="1">
    <w:p w14:paraId="1D41DEC4" w14:textId="77777777" w:rsidR="007A5E5F" w:rsidRDefault="007A5E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6ABD7" w14:textId="77777777" w:rsidR="007A5E5F" w:rsidRDefault="007A5E5F">
      <w:r>
        <w:separator/>
      </w:r>
    </w:p>
  </w:footnote>
  <w:footnote w:type="continuationSeparator" w:id="0">
    <w:p w14:paraId="4A6C9F65" w14:textId="77777777" w:rsidR="007A5E5F" w:rsidRDefault="007A5E5F">
      <w:r>
        <w:continuationSeparator/>
      </w:r>
    </w:p>
  </w:footnote>
  <w:footnote w:type="continuationNotice" w:id="1">
    <w:p w14:paraId="5D6835B0" w14:textId="77777777" w:rsidR="007A5E5F" w:rsidRDefault="007A5E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57A8D"/>
    <w:rsid w:val="00077D32"/>
    <w:rsid w:val="000903E8"/>
    <w:rsid w:val="000908E8"/>
    <w:rsid w:val="000943C7"/>
    <w:rsid w:val="000B2E35"/>
    <w:rsid w:val="000B3CE2"/>
    <w:rsid w:val="000B417F"/>
    <w:rsid w:val="000B4850"/>
    <w:rsid w:val="00131D0A"/>
    <w:rsid w:val="00143561"/>
    <w:rsid w:val="00146F8F"/>
    <w:rsid w:val="00156A2F"/>
    <w:rsid w:val="00161456"/>
    <w:rsid w:val="001618AE"/>
    <w:rsid w:val="0017684B"/>
    <w:rsid w:val="001918BD"/>
    <w:rsid w:val="0019253D"/>
    <w:rsid w:val="001A0C3A"/>
    <w:rsid w:val="001B4370"/>
    <w:rsid w:val="001E324A"/>
    <w:rsid w:val="00211D2D"/>
    <w:rsid w:val="00215382"/>
    <w:rsid w:val="00251F87"/>
    <w:rsid w:val="002569F2"/>
    <w:rsid w:val="002701D0"/>
    <w:rsid w:val="002726A3"/>
    <w:rsid w:val="002A798D"/>
    <w:rsid w:val="002D2C76"/>
    <w:rsid w:val="002D4D27"/>
    <w:rsid w:val="002E0EF7"/>
    <w:rsid w:val="0033388C"/>
    <w:rsid w:val="00335CBC"/>
    <w:rsid w:val="003551E2"/>
    <w:rsid w:val="00357C22"/>
    <w:rsid w:val="00382D66"/>
    <w:rsid w:val="003A0ECE"/>
    <w:rsid w:val="003B0D86"/>
    <w:rsid w:val="003C3108"/>
    <w:rsid w:val="003D0A93"/>
    <w:rsid w:val="003D57ED"/>
    <w:rsid w:val="003F5996"/>
    <w:rsid w:val="00442D2B"/>
    <w:rsid w:val="004455FC"/>
    <w:rsid w:val="00454AD8"/>
    <w:rsid w:val="00470107"/>
    <w:rsid w:val="00482DEA"/>
    <w:rsid w:val="00491AD7"/>
    <w:rsid w:val="004D1D70"/>
    <w:rsid w:val="005015D7"/>
    <w:rsid w:val="0050379B"/>
    <w:rsid w:val="00532D2F"/>
    <w:rsid w:val="005572A4"/>
    <w:rsid w:val="00582590"/>
    <w:rsid w:val="005A217D"/>
    <w:rsid w:val="005A75B8"/>
    <w:rsid w:val="005C24D9"/>
    <w:rsid w:val="005E2103"/>
    <w:rsid w:val="005F4CAF"/>
    <w:rsid w:val="00605B27"/>
    <w:rsid w:val="00625192"/>
    <w:rsid w:val="00627953"/>
    <w:rsid w:val="00640C8E"/>
    <w:rsid w:val="006466E4"/>
    <w:rsid w:val="00660072"/>
    <w:rsid w:val="006736DE"/>
    <w:rsid w:val="00674CE7"/>
    <w:rsid w:val="00690323"/>
    <w:rsid w:val="006B28B7"/>
    <w:rsid w:val="006C22B1"/>
    <w:rsid w:val="006C4838"/>
    <w:rsid w:val="006F34A3"/>
    <w:rsid w:val="006F595A"/>
    <w:rsid w:val="00703BCB"/>
    <w:rsid w:val="00726860"/>
    <w:rsid w:val="00735051"/>
    <w:rsid w:val="00742C52"/>
    <w:rsid w:val="0074688B"/>
    <w:rsid w:val="0077377F"/>
    <w:rsid w:val="0078503D"/>
    <w:rsid w:val="00785BC4"/>
    <w:rsid w:val="007870BE"/>
    <w:rsid w:val="007A21F0"/>
    <w:rsid w:val="007A5E5F"/>
    <w:rsid w:val="007E637D"/>
    <w:rsid w:val="008250FC"/>
    <w:rsid w:val="0082604D"/>
    <w:rsid w:val="0086202A"/>
    <w:rsid w:val="00867D35"/>
    <w:rsid w:val="0087462B"/>
    <w:rsid w:val="00887289"/>
    <w:rsid w:val="00897B9A"/>
    <w:rsid w:val="008A4D13"/>
    <w:rsid w:val="008E65B3"/>
    <w:rsid w:val="008F2A05"/>
    <w:rsid w:val="008F713B"/>
    <w:rsid w:val="00907E24"/>
    <w:rsid w:val="0092028B"/>
    <w:rsid w:val="00930BE5"/>
    <w:rsid w:val="00940144"/>
    <w:rsid w:val="009612E0"/>
    <w:rsid w:val="00973871"/>
    <w:rsid w:val="00995F05"/>
    <w:rsid w:val="009D38F3"/>
    <w:rsid w:val="009D42CB"/>
    <w:rsid w:val="009D7D3A"/>
    <w:rsid w:val="009E181A"/>
    <w:rsid w:val="009E7E2A"/>
    <w:rsid w:val="00A250BE"/>
    <w:rsid w:val="00A27416"/>
    <w:rsid w:val="00A33A60"/>
    <w:rsid w:val="00A43A3D"/>
    <w:rsid w:val="00A65739"/>
    <w:rsid w:val="00A832DA"/>
    <w:rsid w:val="00AD0AB0"/>
    <w:rsid w:val="00AE1639"/>
    <w:rsid w:val="00B060FD"/>
    <w:rsid w:val="00B33174"/>
    <w:rsid w:val="00B33B98"/>
    <w:rsid w:val="00B521C3"/>
    <w:rsid w:val="00BA17B3"/>
    <w:rsid w:val="00BC2385"/>
    <w:rsid w:val="00BC62D7"/>
    <w:rsid w:val="00BF064F"/>
    <w:rsid w:val="00BF0E4C"/>
    <w:rsid w:val="00C0020C"/>
    <w:rsid w:val="00C04347"/>
    <w:rsid w:val="00C34030"/>
    <w:rsid w:val="00C40448"/>
    <w:rsid w:val="00C4762C"/>
    <w:rsid w:val="00C50A9A"/>
    <w:rsid w:val="00C53640"/>
    <w:rsid w:val="00C84B10"/>
    <w:rsid w:val="00C86912"/>
    <w:rsid w:val="00C95ABD"/>
    <w:rsid w:val="00C966E8"/>
    <w:rsid w:val="00CB31D7"/>
    <w:rsid w:val="00CB41F4"/>
    <w:rsid w:val="00CC5443"/>
    <w:rsid w:val="00CE24E4"/>
    <w:rsid w:val="00CE5616"/>
    <w:rsid w:val="00D24041"/>
    <w:rsid w:val="00D25D80"/>
    <w:rsid w:val="00D266EA"/>
    <w:rsid w:val="00D31BD2"/>
    <w:rsid w:val="00D4458D"/>
    <w:rsid w:val="00D453AE"/>
    <w:rsid w:val="00D85382"/>
    <w:rsid w:val="00D94E00"/>
    <w:rsid w:val="00DA1B61"/>
    <w:rsid w:val="00DB17D9"/>
    <w:rsid w:val="00DC2830"/>
    <w:rsid w:val="00DD3288"/>
    <w:rsid w:val="00DF19FF"/>
    <w:rsid w:val="00E27A09"/>
    <w:rsid w:val="00E366A1"/>
    <w:rsid w:val="00E47970"/>
    <w:rsid w:val="00E6200E"/>
    <w:rsid w:val="00E73B2A"/>
    <w:rsid w:val="00EB79F8"/>
    <w:rsid w:val="00EC1493"/>
    <w:rsid w:val="00EC15EB"/>
    <w:rsid w:val="00ED26F8"/>
    <w:rsid w:val="00EE47F0"/>
    <w:rsid w:val="00EE4B09"/>
    <w:rsid w:val="00EF1105"/>
    <w:rsid w:val="00EF7F44"/>
    <w:rsid w:val="00F35DA6"/>
    <w:rsid w:val="00F50474"/>
    <w:rsid w:val="00F57588"/>
    <w:rsid w:val="00F669DE"/>
    <w:rsid w:val="00F67A7C"/>
    <w:rsid w:val="00F75059"/>
    <w:rsid w:val="00F87519"/>
    <w:rsid w:val="00F935D6"/>
    <w:rsid w:val="00F94DB4"/>
    <w:rsid w:val="00F94E63"/>
    <w:rsid w:val="00FA588A"/>
    <w:rsid w:val="00FA6F52"/>
    <w:rsid w:val="00FC232A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66a95329-9f8e-4cd4-bc32-917ff27a78dd" TargetMode="External"/><Relationship Id="rId18" Type="http://schemas.openxmlformats.org/officeDocument/2006/relationships/hyperlink" Target="https://pari.kataster.ee/magic-link/941cf6f8-832a-4ecf-9812-60c89ebbfaf5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5f5b0292-dd10-4400-8a07-63fd70e32774" TargetMode="External"/><Relationship Id="rId17" Type="http://schemas.openxmlformats.org/officeDocument/2006/relationships/hyperlink" Target="https://pari.kataster.ee/magic-link/0ff9b905-01ca-475f-a124-8c4d2f94e0f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ec61e1bd-4dc9-4b18-b107-2fb687b016d7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hyperlink" Target="https://pari.kataster.ee/magic-link/4841fcb2-8a26-48e1-b144-bbba09d953b9" TargetMode="External"/><Relationship Id="rId10" Type="http://schemas.openxmlformats.org/officeDocument/2006/relationships/hyperlink" Target="mailto:maantee@transpordiamet.ee" TargetMode="External"/><Relationship Id="rId19" Type="http://schemas.openxmlformats.org/officeDocument/2006/relationships/hyperlink" Target="https://pari.kataster.ee/magic-link/336e3cee-f5aa-4f5d-a019-4da741c27f3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a3c12a62-8ec5-4328-b707-ad832b21d1b3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2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3</Pages>
  <Words>422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5039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2024-04-11T09:58:00Z</dcterms:created>
  <dcterms:modified xsi:type="dcterms:W3CDTF">2024-04-11T09:58:00Z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